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1BE7226D"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E42665" w:rsidRPr="00FA1713">
        <w:rPr>
          <w:caps/>
          <w:sz w:val="40"/>
          <w:szCs w:val="40"/>
          <w:lang w:val="en-GB"/>
        </w:rPr>
        <w:t>0</w:t>
      </w:r>
      <w:r w:rsidR="00D704F0">
        <w:rPr>
          <w:caps/>
          <w:sz w:val="40"/>
          <w:szCs w:val="40"/>
          <w:lang w:val="en-GB"/>
        </w:rPr>
        <w:t>8</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0079CE8A"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4D4390" w:rsidRPr="00FA1713">
        <w:rPr>
          <w:caps/>
          <w:sz w:val="40"/>
          <w:lang w:val="en-GB"/>
        </w:rPr>
        <w:t>0</w:t>
      </w:r>
      <w:r w:rsidR="00D704F0">
        <w:rPr>
          <w:caps/>
          <w:sz w:val="40"/>
          <w:lang w:val="en-GB"/>
        </w:rPr>
        <w:t>8</w:t>
      </w:r>
      <w:r w:rsidR="004D4390" w:rsidRPr="00FA1713">
        <w:rPr>
          <w:caps/>
          <w:sz w:val="40"/>
          <w:lang w:val="en-GB"/>
        </w:rPr>
        <w:t xml:space="preserve"> - </w:t>
      </w:r>
      <w:r w:rsidR="00D704F0" w:rsidRPr="00D704F0">
        <w:rPr>
          <w:caps/>
          <w:sz w:val="40"/>
          <w:lang w:val="en-GB"/>
        </w:rPr>
        <w:t>Handling Technology</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05B9A97F" w:rsidR="00BF4D9C" w:rsidRPr="00FA1713" w:rsidRDefault="00A307B0"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0AF7777C" w:rsidR="00BF4D9C" w:rsidRPr="00FA1713" w:rsidRDefault="00A307B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27CE70BA" w:rsidR="00072135" w:rsidRPr="00FA1713" w:rsidRDefault="00A307B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0C151953" w:rsidR="00072135" w:rsidRPr="00FA1713" w:rsidRDefault="00A307B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22C4152A" w:rsidR="00072135" w:rsidRPr="00FA1713" w:rsidRDefault="00A307B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59AF7C63" w:rsidR="00072135" w:rsidRPr="00FA1713" w:rsidRDefault="00A307B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509B6850" w:rsidR="00072135" w:rsidRPr="00FA1713" w:rsidRDefault="00A307B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1D924EAC" w:rsidR="00072135" w:rsidRPr="00FA1713" w:rsidRDefault="00A307B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2ED30B90" w:rsidR="00072135" w:rsidRPr="00FA1713" w:rsidRDefault="00A307B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1255E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799C257C" w:rsidR="00D63539" w:rsidRPr="00FA1713" w:rsidRDefault="001255E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A307B0">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7551D3A6" w:rsidR="00D63539" w:rsidRPr="00FA1713" w:rsidRDefault="001255E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A307B0">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09685FBB" w:rsidR="00B067DF" w:rsidRPr="00FA1713" w:rsidRDefault="001255E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A307B0">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6618F33C"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3.0</w:t>
      </w:r>
      <w:r w:rsidR="00D704F0">
        <w:rPr>
          <w:rFonts w:asciiTheme="majorHAnsi" w:hAnsiTheme="majorHAnsi" w:cstheme="majorHAnsi"/>
          <w:b/>
          <w:lang w:val="en-GB" w:eastAsia="x-none"/>
        </w:rPr>
        <w:t>8</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1255E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309A21F7" w:rsidR="007244DA" w:rsidRPr="00FA1713" w:rsidRDefault="00A307B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0E5FD92" w:rsidR="007244DA" w:rsidRPr="00FA1713" w:rsidRDefault="00A307B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373E3F17" w:rsidR="007244DA" w:rsidRPr="00FA1713" w:rsidRDefault="00A307B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3CD2868B" w:rsidR="007244DA" w:rsidRPr="00FA1713" w:rsidRDefault="00A307B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6817E88E" w:rsidR="00BA239A" w:rsidRPr="00FA1713" w:rsidRDefault="00A307B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37D30600" w:rsidR="00BA239A" w:rsidRPr="00FA1713" w:rsidRDefault="00A307B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445FE961" w:rsidR="00BA239A" w:rsidRPr="00FA1713" w:rsidRDefault="00A307B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47251C72" w:rsidR="00BA239A" w:rsidRPr="00FA1713" w:rsidRDefault="00A307B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254C7B7E" w:rsidR="00BA239A" w:rsidRPr="00FA1713" w:rsidRDefault="00A307B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12DFF17C" w:rsidR="00BA239A" w:rsidRPr="00FA1713" w:rsidRDefault="00A307B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165D3274"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3.0</w:t>
      </w:r>
      <w:r w:rsidR="00D704F0">
        <w:rPr>
          <w:rFonts w:asciiTheme="majorHAnsi" w:hAnsiTheme="majorHAnsi" w:cstheme="majorBidi"/>
          <w:b/>
          <w:bCs/>
          <w:lang w:val="en-GB"/>
        </w:rPr>
        <w:t>8</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31F54576" w:rsidR="001236D1" w:rsidRPr="00A307B0" w:rsidRDefault="008F045B" w:rsidP="00274CEF">
      <w:pPr>
        <w:spacing w:line="276" w:lineRule="auto"/>
        <w:rPr>
          <w:rFonts w:asciiTheme="majorHAnsi" w:hAnsiTheme="majorHAnsi" w:cstheme="majorHAnsi"/>
          <w:lang w:val="en-GB"/>
        </w:rPr>
      </w:pPr>
      <w:bookmarkStart w:id="4" w:name="_Hlk29283627"/>
      <w:r w:rsidRPr="00A307B0">
        <w:rPr>
          <w:rFonts w:asciiTheme="majorHAnsi" w:hAnsiTheme="majorHAnsi" w:cstheme="majorHAnsi"/>
          <w:lang w:val="en-GB"/>
        </w:rPr>
        <w:t>In</w:t>
      </w:r>
      <w:r w:rsidR="001236D1" w:rsidRPr="00A307B0">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A307B0" w:rsidRPr="00A307B0">
            <w:rPr>
              <w:rFonts w:asciiTheme="majorHAnsi" w:hAnsiTheme="majorHAnsi" w:cstheme="majorHAnsi"/>
              <w:highlight w:val="yellow"/>
              <w:lang w:val="en-GB"/>
            </w:rPr>
            <w:t>place</w:t>
          </w:r>
        </w:sdtContent>
      </w:sdt>
      <w:r w:rsidR="001236D1" w:rsidRPr="00A307B0">
        <w:rPr>
          <w:rFonts w:asciiTheme="majorHAnsi" w:hAnsiTheme="majorHAnsi" w:cstheme="majorHAnsi"/>
          <w:lang w:val="en-GB"/>
        </w:rPr>
        <w:t xml:space="preserve"> </w:t>
      </w:r>
      <w:r w:rsidRPr="00A307B0">
        <w:rPr>
          <w:rFonts w:asciiTheme="majorHAnsi" w:hAnsiTheme="majorHAnsi" w:cstheme="majorHAnsi"/>
          <w:lang w:val="en-GB"/>
        </w:rPr>
        <w:t>date</w:t>
      </w:r>
      <w:r w:rsidR="001236D1" w:rsidRPr="00A307B0">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A307B0" w:rsidRPr="00A307B0">
            <w:rPr>
              <w:rFonts w:asciiTheme="majorHAnsi" w:hAnsiTheme="majorHAnsi" w:cstheme="majorHAnsi"/>
              <w:highlight w:val="yellow"/>
              <w:lang w:val="en-GB"/>
            </w:rPr>
            <w:t>day</w:t>
          </w:r>
        </w:sdtContent>
      </w:sdt>
    </w:p>
    <w:p w14:paraId="7066A3E7" w14:textId="325B18BD" w:rsidR="001236D1" w:rsidRPr="00A307B0" w:rsidRDefault="001236D1" w:rsidP="00274CEF">
      <w:pPr>
        <w:spacing w:line="276" w:lineRule="auto"/>
        <w:rPr>
          <w:rFonts w:asciiTheme="majorHAnsi" w:hAnsiTheme="majorHAnsi" w:cstheme="majorHAnsi"/>
          <w:lang w:val="en-GB"/>
        </w:rPr>
      </w:pPr>
      <w:r w:rsidRPr="00A307B0">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rPr>
            <w:highlight w:val="none"/>
          </w:rPr>
        </w:sdtEndPr>
        <w:sdtContent>
          <w:r w:rsidR="00A307B0" w:rsidRPr="00A307B0">
            <w:rPr>
              <w:rFonts w:asciiTheme="majorHAnsi" w:hAnsiTheme="majorHAnsi" w:cstheme="majorHAnsi"/>
              <w:highlight w:val="yellow"/>
              <w:lang w:val="en-GB"/>
            </w:rPr>
            <w:t>Name, function, signature</w:t>
          </w:r>
        </w:sdtContent>
      </w:sdt>
    </w:p>
    <w:bookmarkEnd w:id="4"/>
    <w:p w14:paraId="0734497B" w14:textId="79BC7BC7" w:rsidR="00B067DF" w:rsidRPr="00A307B0" w:rsidRDefault="001236D1" w:rsidP="008309D1">
      <w:pPr>
        <w:spacing w:before="120" w:after="120" w:line="276" w:lineRule="auto"/>
        <w:rPr>
          <w:rFonts w:asciiTheme="majorHAnsi" w:hAnsiTheme="majorHAnsi" w:cstheme="majorHAnsi"/>
          <w:lang w:val="en-GB"/>
        </w:rPr>
      </w:pPr>
      <w:r w:rsidRPr="00A307B0" w:rsidDel="001236D1">
        <w:rPr>
          <w:rFonts w:asciiTheme="majorHAnsi" w:hAnsiTheme="majorHAnsi" w:cstheme="majorHAnsi"/>
          <w:lang w:val="en-GB"/>
        </w:rPr>
        <w:t xml:space="preserve"> </w:t>
      </w:r>
    </w:p>
    <w:p w14:paraId="7B6379C8" w14:textId="77777777" w:rsidR="00B067DF" w:rsidRPr="00A307B0" w:rsidRDefault="00B067DF" w:rsidP="008309D1">
      <w:pPr>
        <w:spacing w:before="120" w:after="120" w:line="276" w:lineRule="auto"/>
        <w:rPr>
          <w:rFonts w:asciiTheme="majorHAnsi" w:hAnsiTheme="majorHAnsi" w:cstheme="majorHAnsi"/>
          <w:lang w:val="en-GB"/>
        </w:rPr>
      </w:pPr>
    </w:p>
    <w:sectPr w:rsidR="00B067DF" w:rsidRPr="00A307B0"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trpm5S6AGNN7aSQbAyezmaZIdIF/7ISRsTJPG00+GfcmJ1jey35cON7n5ZC3H7wb5l6xbg23CoVvlC6hKlVq5A==" w:salt="tVpC4pi06S0d4LOakdqxM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D6FB1"/>
    <w:rsid w:val="000F2439"/>
    <w:rsid w:val="00110368"/>
    <w:rsid w:val="00113F40"/>
    <w:rsid w:val="001236D1"/>
    <w:rsid w:val="0012393F"/>
    <w:rsid w:val="001255E0"/>
    <w:rsid w:val="00130843"/>
    <w:rsid w:val="00150DC5"/>
    <w:rsid w:val="00157E5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B14"/>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307B0"/>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704F0"/>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0D6FB1"/>
    <w:rsid w:val="00113F40"/>
    <w:rsid w:val="00123A47"/>
    <w:rsid w:val="00294F6E"/>
    <w:rsid w:val="002F090D"/>
    <w:rsid w:val="003261FE"/>
    <w:rsid w:val="0034076C"/>
    <w:rsid w:val="003B113B"/>
    <w:rsid w:val="00431516"/>
    <w:rsid w:val="004A650F"/>
    <w:rsid w:val="004E4ED8"/>
    <w:rsid w:val="0050088E"/>
    <w:rsid w:val="00525FA4"/>
    <w:rsid w:val="005830F2"/>
    <w:rsid w:val="005F0D44"/>
    <w:rsid w:val="006E0974"/>
    <w:rsid w:val="00727E9C"/>
    <w:rsid w:val="0075051F"/>
    <w:rsid w:val="007B6520"/>
    <w:rsid w:val="007C5CD9"/>
    <w:rsid w:val="00824B14"/>
    <w:rsid w:val="00842923"/>
    <w:rsid w:val="00864EF4"/>
    <w:rsid w:val="00967357"/>
    <w:rsid w:val="00983652"/>
    <w:rsid w:val="009D22E4"/>
    <w:rsid w:val="00A549CD"/>
    <w:rsid w:val="00A86867"/>
    <w:rsid w:val="00B076B3"/>
    <w:rsid w:val="00B479F3"/>
    <w:rsid w:val="00B73FFE"/>
    <w:rsid w:val="00B90639"/>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121</TotalTime>
  <Pages>5</Pages>
  <Words>1300</Words>
  <Characters>7671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30</cp:revision>
  <cp:lastPrinted>2019-12-09T09:19:00Z</cp:lastPrinted>
  <dcterms:created xsi:type="dcterms:W3CDTF">2025-01-25T13:56:00Z</dcterms:created>
  <dcterms:modified xsi:type="dcterms:W3CDTF">2025-02-26T17:11:00Z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